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0E9" w:rsidRPr="000A5DF6" w:rsidRDefault="00ED40E9">
      <w:pPr>
        <w:rPr>
          <w:b/>
          <w:bCs/>
        </w:rPr>
      </w:pPr>
      <w:r>
        <w:rPr>
          <w:b/>
          <w:bCs/>
        </w:rPr>
        <w:t>Summer camp (July 20-31, 2015)</w:t>
      </w:r>
      <w:r w:rsidRPr="000A5DF6">
        <w:rPr>
          <w:b/>
          <w:bCs/>
        </w:rPr>
        <w:t xml:space="preserve"> Academic Plan (DRAFT)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5"/>
        <w:gridCol w:w="1915"/>
        <w:gridCol w:w="1915"/>
        <w:gridCol w:w="1915"/>
        <w:gridCol w:w="1916"/>
      </w:tblGrid>
      <w:tr w:rsidR="00ED40E9" w:rsidRPr="00EF503B"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Monday, July 20</w:t>
            </w: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Tuesday, July 21</w:t>
            </w: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Wednesday, July 22</w:t>
            </w: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Thursday, July 23</w:t>
            </w:r>
          </w:p>
        </w:tc>
        <w:tc>
          <w:tcPr>
            <w:tcW w:w="1916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Friday, July 24</w:t>
            </w:r>
          </w:p>
        </w:tc>
      </w:tr>
      <w:tr w:rsidR="00ED40E9" w:rsidRPr="00EF503B"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12:00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Orientation to Webster University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9:00 – 10:00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Diagnostic testing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10:00 -11:00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Orientation to week and services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at Webster U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11:00 – 12:00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Conversation and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Exploration of personal goals for study abroad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12:00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1:00 – 3:00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Tour of Webster U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And Webster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Goves Old Orchard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area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12 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Academic lessons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THEME: Traditional Beliefs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9:00 – 10:00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Conversation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/Pronunciation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10:00 – 12:00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 Writing and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Grammar skills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Afternoon: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St. Louis Cathedral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11:00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Field Trip reflections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(oral and written)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Update travel blogs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11:00 – 12:00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Preview next topic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Walk to Blackburn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Park in Webster</w:t>
            </w: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12 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Academic lessons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THEME: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Frontier Heritage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9:00 – 10:00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Conversation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/Pronunciation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10:00 – 12:00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 Writing and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Grammar skills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Afternoon: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St. Louis Arch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</w:tc>
        <w:tc>
          <w:tcPr>
            <w:tcW w:w="1916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11:00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Field Trip reflections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(oral and written)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Update travel blogs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11:00 – 12:00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Preview next topic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Movie and popcorn</w:t>
            </w:r>
          </w:p>
        </w:tc>
      </w:tr>
    </w:tbl>
    <w:p w:rsidR="00ED40E9" w:rsidRDefault="00ED40E9">
      <w:pPr>
        <w:rPr>
          <w:rFonts w:cs="Times New Roman"/>
        </w:rPr>
      </w:pPr>
    </w:p>
    <w:p w:rsidR="00ED40E9" w:rsidRDefault="00ED40E9">
      <w:pPr>
        <w:rPr>
          <w:rFonts w:cs="Times New Roman"/>
        </w:rPr>
      </w:pPr>
    </w:p>
    <w:p w:rsidR="00ED40E9" w:rsidRDefault="00ED40E9">
      <w:pPr>
        <w:rPr>
          <w:rFonts w:cs="Times New Roman"/>
        </w:rPr>
      </w:pPr>
    </w:p>
    <w:p w:rsidR="00ED40E9" w:rsidRDefault="00ED40E9">
      <w:pPr>
        <w:rPr>
          <w:rFonts w:cs="Times New Roman"/>
        </w:rPr>
      </w:pPr>
    </w:p>
    <w:p w:rsidR="00ED40E9" w:rsidRDefault="00ED40E9">
      <w:pPr>
        <w:rPr>
          <w:rFonts w:cs="Times New Roman"/>
        </w:rPr>
      </w:pPr>
    </w:p>
    <w:p w:rsidR="00ED40E9" w:rsidRDefault="00ED40E9">
      <w:pPr>
        <w:rPr>
          <w:rFonts w:cs="Times New Roman"/>
        </w:rPr>
      </w:pPr>
    </w:p>
    <w:p w:rsidR="00ED40E9" w:rsidRDefault="00ED40E9">
      <w:pPr>
        <w:rPr>
          <w:rFonts w:cs="Times New Roman"/>
        </w:rPr>
      </w:pPr>
    </w:p>
    <w:p w:rsidR="00ED40E9" w:rsidRDefault="00ED40E9">
      <w:pPr>
        <w:rPr>
          <w:rFonts w:cs="Times New Roman"/>
        </w:rPr>
      </w:pPr>
    </w:p>
    <w:p w:rsidR="00ED40E9" w:rsidRDefault="00ED40E9">
      <w:pPr>
        <w:rPr>
          <w:rFonts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15"/>
        <w:gridCol w:w="1915"/>
        <w:gridCol w:w="1915"/>
        <w:gridCol w:w="1915"/>
        <w:gridCol w:w="1916"/>
      </w:tblGrid>
      <w:tr w:rsidR="00ED40E9" w:rsidRPr="00EF503B"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Monday, July 27</w:t>
            </w: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Tuesday, July 28</w:t>
            </w: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Wednesday, July 29</w:t>
            </w: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Thursday, July 30</w:t>
            </w:r>
          </w:p>
        </w:tc>
        <w:tc>
          <w:tcPr>
            <w:tcW w:w="1916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Friday, July 31</w:t>
            </w:r>
          </w:p>
        </w:tc>
      </w:tr>
      <w:tr w:rsidR="00ED40E9" w:rsidRPr="00EF503B"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12 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Academic lessons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THEME: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World of American Business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9:00 – 10:00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Conversation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/Pronunciation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10:00 – 12:00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 Writing and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Grammar skills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Afternoon: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Budweiser Brewery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11:00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Field Trip reflections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(oral and written)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Update travel blogs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11:00 – 12:00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Preview next topic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Walk to Old Webster</w:t>
            </w: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12 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Academic lessons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THEME: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Education in the US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9:00 – 10:00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Conversation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/Pronunciation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10:00 – 12:00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 Writing and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Grammar skills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Afternoon: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Student’s choice: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Zoo or Botanical Garden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</w:tc>
        <w:tc>
          <w:tcPr>
            <w:tcW w:w="1915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11:00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Field Trip reflections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(oral and written)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Update travel blogs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11:00 – 12:00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Preview next topic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Ice skating at Webster ice rink</w:t>
            </w:r>
          </w:p>
        </w:tc>
        <w:tc>
          <w:tcPr>
            <w:tcW w:w="1916" w:type="dxa"/>
          </w:tcPr>
          <w:p w:rsidR="00ED40E9" w:rsidRPr="00EF503B" w:rsidRDefault="00ED40E9" w:rsidP="00EF503B">
            <w:pPr>
              <w:spacing w:after="0" w:line="240" w:lineRule="auto"/>
            </w:pPr>
            <w:r w:rsidRPr="00EF503B">
              <w:t>9:00 – 12 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Academic lessons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THEME: Leisure Time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9:00 – 10:00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Conversation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/Pronunciation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10:00 – 12:00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 xml:space="preserve"> Writing and </w:t>
            </w: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Grammar skills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12:00 Lunch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Afternoon: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City Museum</w:t>
            </w:r>
          </w:p>
          <w:p w:rsidR="00ED40E9" w:rsidRPr="00EF503B" w:rsidRDefault="00ED40E9" w:rsidP="00EF503B">
            <w:pPr>
              <w:spacing w:after="0" w:line="240" w:lineRule="auto"/>
            </w:pPr>
          </w:p>
          <w:p w:rsidR="00ED40E9" w:rsidRPr="00EF503B" w:rsidRDefault="00ED40E9" w:rsidP="00EF503B">
            <w:pPr>
              <w:spacing w:after="0" w:line="240" w:lineRule="auto"/>
            </w:pPr>
            <w:r w:rsidRPr="00EF503B">
              <w:t>(update blog upon return)</w:t>
            </w:r>
          </w:p>
        </w:tc>
        <w:bookmarkStart w:id="0" w:name="_GoBack"/>
        <w:bookmarkEnd w:id="0"/>
      </w:tr>
    </w:tbl>
    <w:p w:rsidR="00ED40E9" w:rsidRDefault="00ED40E9">
      <w:pPr>
        <w:rPr>
          <w:rFonts w:cs="Times New Roman"/>
        </w:rPr>
      </w:pPr>
    </w:p>
    <w:sectPr w:rsidR="00ED40E9" w:rsidSect="008B050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C28F0"/>
    <w:multiLevelType w:val="hybridMultilevel"/>
    <w:tmpl w:val="A746BF42"/>
    <w:lvl w:ilvl="0" w:tplc="033A4B1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9F5"/>
    <w:rsid w:val="0004049B"/>
    <w:rsid w:val="000A31EA"/>
    <w:rsid w:val="000A5DF6"/>
    <w:rsid w:val="000C12B1"/>
    <w:rsid w:val="000C5216"/>
    <w:rsid w:val="000E3006"/>
    <w:rsid w:val="00162980"/>
    <w:rsid w:val="0016350F"/>
    <w:rsid w:val="001F159F"/>
    <w:rsid w:val="001F2044"/>
    <w:rsid w:val="00200FFE"/>
    <w:rsid w:val="00223095"/>
    <w:rsid w:val="00225FF4"/>
    <w:rsid w:val="002542D3"/>
    <w:rsid w:val="0028763E"/>
    <w:rsid w:val="002E7C0E"/>
    <w:rsid w:val="00320097"/>
    <w:rsid w:val="00445408"/>
    <w:rsid w:val="00461A74"/>
    <w:rsid w:val="004F2EED"/>
    <w:rsid w:val="00500708"/>
    <w:rsid w:val="00501D11"/>
    <w:rsid w:val="00540E75"/>
    <w:rsid w:val="00551215"/>
    <w:rsid w:val="00575CD8"/>
    <w:rsid w:val="00592F85"/>
    <w:rsid w:val="005A4076"/>
    <w:rsid w:val="005C1515"/>
    <w:rsid w:val="005E60EB"/>
    <w:rsid w:val="005F5CE2"/>
    <w:rsid w:val="00647E6B"/>
    <w:rsid w:val="00676DA8"/>
    <w:rsid w:val="006A1C1E"/>
    <w:rsid w:val="006B1675"/>
    <w:rsid w:val="006C09F5"/>
    <w:rsid w:val="006D302B"/>
    <w:rsid w:val="006D62ED"/>
    <w:rsid w:val="006E7BAF"/>
    <w:rsid w:val="006F09C9"/>
    <w:rsid w:val="006F1393"/>
    <w:rsid w:val="00703C04"/>
    <w:rsid w:val="0071058D"/>
    <w:rsid w:val="00714551"/>
    <w:rsid w:val="00780A54"/>
    <w:rsid w:val="007B0D69"/>
    <w:rsid w:val="007D1791"/>
    <w:rsid w:val="007D2DF5"/>
    <w:rsid w:val="007E1BA2"/>
    <w:rsid w:val="007E5D2A"/>
    <w:rsid w:val="00826DFF"/>
    <w:rsid w:val="0085724E"/>
    <w:rsid w:val="008B0500"/>
    <w:rsid w:val="008F6C5A"/>
    <w:rsid w:val="00941D7B"/>
    <w:rsid w:val="00A22C7F"/>
    <w:rsid w:val="00A40E95"/>
    <w:rsid w:val="00A6791D"/>
    <w:rsid w:val="00A76DE4"/>
    <w:rsid w:val="00AA05BF"/>
    <w:rsid w:val="00AC326C"/>
    <w:rsid w:val="00AE613A"/>
    <w:rsid w:val="00B274D6"/>
    <w:rsid w:val="00B62226"/>
    <w:rsid w:val="00B71C95"/>
    <w:rsid w:val="00B749F2"/>
    <w:rsid w:val="00BA6BE1"/>
    <w:rsid w:val="00BD7D9E"/>
    <w:rsid w:val="00C033DC"/>
    <w:rsid w:val="00C401C4"/>
    <w:rsid w:val="00C54A0E"/>
    <w:rsid w:val="00C61F60"/>
    <w:rsid w:val="00CE11C9"/>
    <w:rsid w:val="00D136B6"/>
    <w:rsid w:val="00D2171B"/>
    <w:rsid w:val="00D820A5"/>
    <w:rsid w:val="00D97E2D"/>
    <w:rsid w:val="00DB5687"/>
    <w:rsid w:val="00DC7F99"/>
    <w:rsid w:val="00DF78C2"/>
    <w:rsid w:val="00E464B2"/>
    <w:rsid w:val="00ED40E9"/>
    <w:rsid w:val="00EF2557"/>
    <w:rsid w:val="00EF503B"/>
    <w:rsid w:val="00F47769"/>
    <w:rsid w:val="00F60409"/>
    <w:rsid w:val="00F76EE2"/>
    <w:rsid w:val="00FB09CE"/>
    <w:rsid w:val="00FB5D6B"/>
    <w:rsid w:val="00FC1BB1"/>
    <w:rsid w:val="00FD3637"/>
    <w:rsid w:val="00FF0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0500"/>
    <w:pPr>
      <w:spacing w:after="200" w:line="276" w:lineRule="auto"/>
    </w:pPr>
    <w:rPr>
      <w:rFonts w:cs="Calibri"/>
      <w:kern w:val="0"/>
      <w:sz w:val="22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C09F5"/>
    <w:rPr>
      <w:rFonts w:cs="Calibri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6C09F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328</Words>
  <Characters>1875</Characters>
  <Application>Microsoft Office Outlook</Application>
  <DocSecurity>0</DocSecurity>
  <Lines>0</Lines>
  <Paragraphs>0</Paragraphs>
  <ScaleCrop>false</ScaleCrop>
  <Company>WwW.YlmF.CoM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Trachtovi</dc:creator>
  <cp:keywords/>
  <dc:description/>
  <cp:lastModifiedBy>雨林木风</cp:lastModifiedBy>
  <cp:revision>4</cp:revision>
  <dcterms:created xsi:type="dcterms:W3CDTF">2015-03-24T06:29:00Z</dcterms:created>
  <dcterms:modified xsi:type="dcterms:W3CDTF">2015-03-25T08:13:00Z</dcterms:modified>
</cp:coreProperties>
</file>